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40F" w:rsidRPr="0085785A" w:rsidRDefault="00B9640F" w:rsidP="00720D1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785A">
        <w:rPr>
          <w:rFonts w:ascii="Times New Roman" w:hAnsi="Times New Roman" w:cs="Times New Roman"/>
          <w:b/>
          <w:sz w:val="28"/>
          <w:szCs w:val="28"/>
        </w:rPr>
        <w:t xml:space="preserve">СООБЩЕНИЕ </w:t>
      </w:r>
    </w:p>
    <w:p w:rsidR="00B9640F" w:rsidRDefault="00B9640F" w:rsidP="0049161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3E20">
        <w:rPr>
          <w:rFonts w:ascii="Times New Roman" w:hAnsi="Times New Roman" w:cs="Times New Roman"/>
          <w:b/>
          <w:sz w:val="28"/>
          <w:szCs w:val="28"/>
        </w:rPr>
        <w:t xml:space="preserve">о возможном установлении публичного сервитута </w:t>
      </w:r>
      <w:r>
        <w:rPr>
          <w:rFonts w:ascii="Times New Roman" w:hAnsi="Times New Roman" w:cs="Times New Roman"/>
          <w:b/>
          <w:sz w:val="28"/>
          <w:szCs w:val="28"/>
        </w:rPr>
        <w:t xml:space="preserve">в целях </w:t>
      </w:r>
      <w:r w:rsidRPr="00491619">
        <w:rPr>
          <w:rFonts w:ascii="Times New Roman" w:hAnsi="Times New Roman" w:cs="Times New Roman"/>
          <w:b/>
          <w:sz w:val="28"/>
          <w:szCs w:val="28"/>
        </w:rPr>
        <w:t>размещени</w:t>
      </w:r>
      <w:r>
        <w:rPr>
          <w:rFonts w:ascii="Times New Roman" w:hAnsi="Times New Roman" w:cs="Times New Roman"/>
          <w:b/>
          <w:sz w:val="28"/>
          <w:szCs w:val="28"/>
        </w:rPr>
        <w:t>я (строительства</w:t>
      </w:r>
      <w:r w:rsidRPr="00491619">
        <w:rPr>
          <w:rFonts w:ascii="Times New Roman" w:hAnsi="Times New Roman" w:cs="Times New Roman"/>
          <w:b/>
          <w:sz w:val="28"/>
          <w:szCs w:val="28"/>
        </w:rPr>
        <w:t xml:space="preserve">) объектов электросетевого хозяйства, их неотъемлемых технологических частей, необходимых для подключения (технологического присоединения) к </w:t>
      </w:r>
      <w:r>
        <w:rPr>
          <w:rFonts w:ascii="Times New Roman" w:hAnsi="Times New Roman" w:cs="Times New Roman"/>
          <w:b/>
          <w:sz w:val="28"/>
          <w:szCs w:val="28"/>
        </w:rPr>
        <w:t xml:space="preserve">электрическим </w:t>
      </w:r>
      <w:r w:rsidRPr="00491619">
        <w:rPr>
          <w:rFonts w:ascii="Times New Roman" w:hAnsi="Times New Roman" w:cs="Times New Roman"/>
          <w:b/>
          <w:sz w:val="28"/>
          <w:szCs w:val="28"/>
        </w:rPr>
        <w:t>сетям</w:t>
      </w:r>
    </w:p>
    <w:p w:rsidR="00B9640F" w:rsidRDefault="00B9640F" w:rsidP="0049161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640F" w:rsidRPr="0085785A" w:rsidRDefault="00B9640F" w:rsidP="00657F0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85785A">
        <w:rPr>
          <w:rFonts w:ascii="Times New Roman" w:hAnsi="Times New Roman" w:cs="Times New Roman"/>
          <w:sz w:val="28"/>
          <w:szCs w:val="28"/>
        </w:rPr>
        <w:t xml:space="preserve">Наименование уполномоченного органа, которым рассматривается ходатайство об установлении публичного сервитута: </w:t>
      </w:r>
      <w:r w:rsidRPr="0085785A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 Крымский район</w:t>
      </w:r>
      <w:r w:rsidRPr="0085785A">
        <w:rPr>
          <w:rFonts w:ascii="Times New Roman" w:hAnsi="Times New Roman" w:cs="Times New Roman"/>
          <w:sz w:val="28"/>
          <w:szCs w:val="28"/>
        </w:rPr>
        <w:t>.</w:t>
      </w:r>
    </w:p>
    <w:p w:rsidR="00B9640F" w:rsidRDefault="00B9640F" w:rsidP="00657F0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85785A">
        <w:rPr>
          <w:rFonts w:ascii="Times New Roman" w:hAnsi="Times New Roman" w:cs="Times New Roman"/>
          <w:sz w:val="28"/>
          <w:szCs w:val="28"/>
        </w:rPr>
        <w:t xml:space="preserve">Наименование лица, обратившегося с ходатайством об установлении публичного сервитута: </w:t>
      </w:r>
      <w:r w:rsidRPr="0085785A">
        <w:rPr>
          <w:rFonts w:ascii="Times New Roman" w:hAnsi="Times New Roman" w:cs="Times New Roman"/>
          <w:b/>
          <w:sz w:val="28"/>
          <w:szCs w:val="28"/>
        </w:rPr>
        <w:t>публичное акционерное общество «Россети Кубань»</w:t>
      </w:r>
      <w:r w:rsidRPr="0085785A">
        <w:rPr>
          <w:rFonts w:ascii="Times New Roman" w:hAnsi="Times New Roman" w:cs="Times New Roman"/>
          <w:sz w:val="28"/>
          <w:szCs w:val="28"/>
        </w:rPr>
        <w:t>.</w:t>
      </w:r>
    </w:p>
    <w:p w:rsidR="00B9640F" w:rsidRPr="0085785A" w:rsidRDefault="00B9640F" w:rsidP="00657F0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85785A">
        <w:rPr>
          <w:rFonts w:ascii="Times New Roman" w:hAnsi="Times New Roman" w:cs="Times New Roman"/>
          <w:sz w:val="28"/>
          <w:szCs w:val="28"/>
        </w:rPr>
        <w:t>Адрес (или иное описание местоположения)*, а также кадастровые номера земельных участков, в отношении которых испрашивается публичный сервитут: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83"/>
        <w:gridCol w:w="2786"/>
        <w:gridCol w:w="6995"/>
      </w:tblGrid>
      <w:tr w:rsidR="00B9640F" w:rsidRPr="00CB33FE" w:rsidTr="00CB33FE">
        <w:tc>
          <w:tcPr>
            <w:tcW w:w="583" w:type="dxa"/>
            <w:vAlign w:val="center"/>
          </w:tcPr>
          <w:p w:rsidR="00B9640F" w:rsidRPr="00CB33FE" w:rsidRDefault="00B9640F" w:rsidP="00CB33F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33FE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2786" w:type="dxa"/>
            <w:vAlign w:val="center"/>
          </w:tcPr>
          <w:p w:rsidR="00B9640F" w:rsidRPr="00CB33FE" w:rsidRDefault="00B9640F" w:rsidP="00CB33F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33FE">
              <w:rPr>
                <w:rFonts w:ascii="Times New Roman" w:hAnsi="Times New Roman"/>
                <w:sz w:val="26"/>
                <w:szCs w:val="26"/>
              </w:rPr>
              <w:t xml:space="preserve">Кадастровый номер </w:t>
            </w:r>
          </w:p>
        </w:tc>
        <w:tc>
          <w:tcPr>
            <w:tcW w:w="6995" w:type="dxa"/>
            <w:vAlign w:val="center"/>
          </w:tcPr>
          <w:p w:rsidR="00B9640F" w:rsidRPr="00CB33FE" w:rsidRDefault="00B9640F" w:rsidP="00CB33F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33FE">
              <w:rPr>
                <w:rFonts w:ascii="Times New Roman" w:hAnsi="Times New Roman"/>
                <w:sz w:val="26"/>
                <w:szCs w:val="26"/>
              </w:rPr>
              <w:t xml:space="preserve">Адрес (местоположение) </w:t>
            </w:r>
          </w:p>
        </w:tc>
      </w:tr>
      <w:tr w:rsidR="00B9640F" w:rsidRPr="00CB33FE" w:rsidTr="00CB33FE">
        <w:trPr>
          <w:trHeight w:val="581"/>
        </w:trPr>
        <w:tc>
          <w:tcPr>
            <w:tcW w:w="583" w:type="dxa"/>
            <w:vAlign w:val="center"/>
          </w:tcPr>
          <w:p w:rsidR="00B9640F" w:rsidRPr="00CB33FE" w:rsidRDefault="00B9640F" w:rsidP="00CB33F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86" w:type="dxa"/>
            <w:vAlign w:val="center"/>
          </w:tcPr>
          <w:p w:rsidR="00B9640F" w:rsidRPr="00CB33FE" w:rsidRDefault="00B9640F" w:rsidP="00CB33F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B33FE">
              <w:rPr>
                <w:rFonts w:ascii="Times New Roman" w:hAnsi="Times New Roman"/>
                <w:sz w:val="26"/>
                <w:szCs w:val="26"/>
              </w:rPr>
              <w:t>23:15:0000000:1557</w:t>
            </w:r>
          </w:p>
        </w:tc>
        <w:tc>
          <w:tcPr>
            <w:tcW w:w="6995" w:type="dxa"/>
            <w:vAlign w:val="center"/>
          </w:tcPr>
          <w:p w:rsidR="00B9640F" w:rsidRPr="00CB33FE" w:rsidRDefault="00B9640F" w:rsidP="00CB33F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B33FE">
              <w:rPr>
                <w:rFonts w:ascii="Times New Roman" w:hAnsi="Times New Roman"/>
                <w:sz w:val="26"/>
                <w:szCs w:val="26"/>
              </w:rPr>
              <w:t>Краснодарский край, Крымский район, хутор Школьный, прилегающий к земельному участку с кадастровым номером 23:15:0107002:234</w:t>
            </w:r>
          </w:p>
        </w:tc>
      </w:tr>
      <w:tr w:rsidR="00B9640F" w:rsidRPr="00CB33FE" w:rsidTr="00CB33FE">
        <w:trPr>
          <w:trHeight w:val="581"/>
        </w:trPr>
        <w:tc>
          <w:tcPr>
            <w:tcW w:w="583" w:type="dxa"/>
            <w:vAlign w:val="center"/>
          </w:tcPr>
          <w:p w:rsidR="00B9640F" w:rsidRPr="00CB33FE" w:rsidRDefault="00B9640F" w:rsidP="00CB33F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86" w:type="dxa"/>
            <w:vAlign w:val="center"/>
          </w:tcPr>
          <w:p w:rsidR="00B9640F" w:rsidRPr="00CB33FE" w:rsidRDefault="00B9640F" w:rsidP="00CB33F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B33FE">
              <w:rPr>
                <w:rFonts w:ascii="Times New Roman" w:hAnsi="Times New Roman"/>
                <w:sz w:val="26"/>
                <w:szCs w:val="26"/>
              </w:rPr>
              <w:t>23:15:0000000:3077</w:t>
            </w:r>
          </w:p>
        </w:tc>
        <w:tc>
          <w:tcPr>
            <w:tcW w:w="6995" w:type="dxa"/>
            <w:vAlign w:val="center"/>
          </w:tcPr>
          <w:p w:rsidR="00B9640F" w:rsidRPr="00CB33FE" w:rsidRDefault="00B9640F" w:rsidP="00CB33F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B33FE">
              <w:rPr>
                <w:rFonts w:ascii="Times New Roman" w:hAnsi="Times New Roman"/>
                <w:sz w:val="26"/>
                <w:szCs w:val="26"/>
              </w:rPr>
              <w:t>Краснодарский край, Крымский район, расположен в западной части кадастрового квартала 23:15:0000000, автодорога «ст. Варениковская – х. Школьный»</w:t>
            </w:r>
          </w:p>
        </w:tc>
      </w:tr>
      <w:tr w:rsidR="00B9640F" w:rsidRPr="00CB33FE" w:rsidTr="00CB33FE">
        <w:trPr>
          <w:trHeight w:val="581"/>
        </w:trPr>
        <w:tc>
          <w:tcPr>
            <w:tcW w:w="583" w:type="dxa"/>
            <w:vAlign w:val="center"/>
          </w:tcPr>
          <w:p w:rsidR="00B9640F" w:rsidRPr="00CB33FE" w:rsidRDefault="00B9640F" w:rsidP="00CB33F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86" w:type="dxa"/>
            <w:vAlign w:val="center"/>
          </w:tcPr>
          <w:p w:rsidR="00B9640F" w:rsidRPr="00CB33FE" w:rsidRDefault="00B9640F" w:rsidP="00CB33F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B33FE">
              <w:rPr>
                <w:rFonts w:ascii="Times New Roman" w:hAnsi="Times New Roman"/>
                <w:sz w:val="26"/>
                <w:szCs w:val="26"/>
              </w:rPr>
              <w:t>23:15:0000000:987</w:t>
            </w:r>
          </w:p>
        </w:tc>
        <w:tc>
          <w:tcPr>
            <w:tcW w:w="6995" w:type="dxa"/>
            <w:vAlign w:val="center"/>
          </w:tcPr>
          <w:p w:rsidR="00B9640F" w:rsidRPr="00CB33FE" w:rsidRDefault="00B9640F" w:rsidP="00CB33F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B33FE">
              <w:rPr>
                <w:rFonts w:ascii="Times New Roman" w:hAnsi="Times New Roman"/>
                <w:sz w:val="26"/>
                <w:szCs w:val="26"/>
              </w:rPr>
              <w:t>Краснодарский край, р-н Крымский, электросетевой комплекс 10 кВ ШК-5 от ПС-35/10 кВ «Школьная» с прилегающими ВЛ и ТП</w:t>
            </w:r>
          </w:p>
        </w:tc>
      </w:tr>
      <w:tr w:rsidR="00B9640F" w:rsidRPr="00CB33FE" w:rsidTr="00CB33FE">
        <w:trPr>
          <w:trHeight w:val="581"/>
        </w:trPr>
        <w:tc>
          <w:tcPr>
            <w:tcW w:w="583" w:type="dxa"/>
            <w:vAlign w:val="center"/>
          </w:tcPr>
          <w:p w:rsidR="00B9640F" w:rsidRPr="00CB33FE" w:rsidRDefault="00B9640F" w:rsidP="00CB33F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86" w:type="dxa"/>
            <w:vAlign w:val="center"/>
          </w:tcPr>
          <w:p w:rsidR="00B9640F" w:rsidRPr="00CB33FE" w:rsidRDefault="00B9640F" w:rsidP="00CB33F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B33FE">
              <w:rPr>
                <w:rFonts w:ascii="Times New Roman" w:hAnsi="Times New Roman"/>
                <w:sz w:val="26"/>
                <w:szCs w:val="26"/>
              </w:rPr>
              <w:t>23:15:0109000</w:t>
            </w:r>
          </w:p>
        </w:tc>
        <w:tc>
          <w:tcPr>
            <w:tcW w:w="6995" w:type="dxa"/>
            <w:vAlign w:val="center"/>
          </w:tcPr>
          <w:p w:rsidR="00B9640F" w:rsidRPr="00CB33FE" w:rsidRDefault="00B9640F" w:rsidP="00CB33F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B33FE">
              <w:rPr>
                <w:rFonts w:ascii="Times New Roman" w:hAnsi="Times New Roman"/>
                <w:sz w:val="26"/>
                <w:szCs w:val="26"/>
              </w:rPr>
              <w:t>Краснодарский край, Крымский район</w:t>
            </w:r>
          </w:p>
        </w:tc>
      </w:tr>
      <w:tr w:rsidR="00B9640F" w:rsidRPr="00CB33FE" w:rsidTr="00CB33FE">
        <w:trPr>
          <w:trHeight w:val="581"/>
        </w:trPr>
        <w:tc>
          <w:tcPr>
            <w:tcW w:w="583" w:type="dxa"/>
            <w:vAlign w:val="center"/>
          </w:tcPr>
          <w:p w:rsidR="00B9640F" w:rsidRPr="00CB33FE" w:rsidRDefault="00B9640F" w:rsidP="00CB33F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86" w:type="dxa"/>
            <w:vAlign w:val="center"/>
          </w:tcPr>
          <w:p w:rsidR="00B9640F" w:rsidRPr="00CB33FE" w:rsidRDefault="00B9640F" w:rsidP="00CB33F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B33FE">
              <w:rPr>
                <w:rFonts w:ascii="Times New Roman" w:hAnsi="Times New Roman"/>
                <w:sz w:val="26"/>
                <w:szCs w:val="26"/>
              </w:rPr>
              <w:t>23:15:0107001</w:t>
            </w:r>
          </w:p>
        </w:tc>
        <w:tc>
          <w:tcPr>
            <w:tcW w:w="6995" w:type="dxa"/>
            <w:vAlign w:val="center"/>
          </w:tcPr>
          <w:p w:rsidR="00B9640F" w:rsidRPr="00CB33FE" w:rsidRDefault="00B9640F" w:rsidP="00CB33F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B33FE">
              <w:rPr>
                <w:rFonts w:ascii="Times New Roman" w:hAnsi="Times New Roman"/>
                <w:sz w:val="26"/>
                <w:szCs w:val="26"/>
              </w:rPr>
              <w:t>Краснодарский край, Крымский район</w:t>
            </w:r>
          </w:p>
        </w:tc>
      </w:tr>
      <w:tr w:rsidR="00B9640F" w:rsidRPr="00CB33FE" w:rsidTr="00CB33FE">
        <w:trPr>
          <w:trHeight w:val="581"/>
        </w:trPr>
        <w:tc>
          <w:tcPr>
            <w:tcW w:w="583" w:type="dxa"/>
            <w:vAlign w:val="center"/>
          </w:tcPr>
          <w:p w:rsidR="00B9640F" w:rsidRPr="00CB33FE" w:rsidRDefault="00B9640F" w:rsidP="00CB33F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86" w:type="dxa"/>
            <w:vAlign w:val="center"/>
          </w:tcPr>
          <w:p w:rsidR="00B9640F" w:rsidRPr="00CB33FE" w:rsidRDefault="00B9640F" w:rsidP="00CB33F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B33FE">
              <w:rPr>
                <w:rFonts w:ascii="Times New Roman" w:hAnsi="Times New Roman"/>
                <w:sz w:val="26"/>
                <w:szCs w:val="26"/>
              </w:rPr>
              <w:t>23:15:0106001</w:t>
            </w:r>
          </w:p>
        </w:tc>
        <w:tc>
          <w:tcPr>
            <w:tcW w:w="6995" w:type="dxa"/>
            <w:vAlign w:val="center"/>
          </w:tcPr>
          <w:p w:rsidR="00B9640F" w:rsidRPr="00CB33FE" w:rsidRDefault="00B9640F" w:rsidP="00CB33F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B33FE">
              <w:rPr>
                <w:rFonts w:ascii="Times New Roman" w:hAnsi="Times New Roman"/>
                <w:sz w:val="26"/>
                <w:szCs w:val="26"/>
              </w:rPr>
              <w:t>Краснодарский край, Крымский район</w:t>
            </w:r>
          </w:p>
        </w:tc>
      </w:tr>
      <w:tr w:rsidR="00B9640F" w:rsidRPr="00CB33FE" w:rsidTr="00CB33FE">
        <w:trPr>
          <w:trHeight w:val="581"/>
        </w:trPr>
        <w:tc>
          <w:tcPr>
            <w:tcW w:w="583" w:type="dxa"/>
            <w:vAlign w:val="center"/>
          </w:tcPr>
          <w:p w:rsidR="00B9640F" w:rsidRPr="00CB33FE" w:rsidRDefault="00B9640F" w:rsidP="00CB33F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86" w:type="dxa"/>
            <w:vAlign w:val="center"/>
          </w:tcPr>
          <w:p w:rsidR="00B9640F" w:rsidRPr="00CB33FE" w:rsidRDefault="00B9640F" w:rsidP="00CB33F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B33FE">
              <w:rPr>
                <w:rFonts w:ascii="Times New Roman" w:hAnsi="Times New Roman"/>
                <w:sz w:val="26"/>
                <w:szCs w:val="26"/>
              </w:rPr>
              <w:t>23:15:0104000</w:t>
            </w:r>
          </w:p>
        </w:tc>
        <w:tc>
          <w:tcPr>
            <w:tcW w:w="6995" w:type="dxa"/>
            <w:vAlign w:val="center"/>
          </w:tcPr>
          <w:p w:rsidR="00B9640F" w:rsidRPr="00CB33FE" w:rsidRDefault="00B9640F" w:rsidP="00CB33F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B33FE">
              <w:rPr>
                <w:rFonts w:ascii="Times New Roman" w:hAnsi="Times New Roman"/>
                <w:sz w:val="26"/>
                <w:szCs w:val="26"/>
              </w:rPr>
              <w:t>Краснодарский край, Крымский район</w:t>
            </w:r>
          </w:p>
        </w:tc>
      </w:tr>
      <w:tr w:rsidR="00B9640F" w:rsidRPr="00CB33FE" w:rsidTr="00CB33FE">
        <w:trPr>
          <w:trHeight w:val="581"/>
        </w:trPr>
        <w:tc>
          <w:tcPr>
            <w:tcW w:w="583" w:type="dxa"/>
            <w:vAlign w:val="center"/>
          </w:tcPr>
          <w:p w:rsidR="00B9640F" w:rsidRPr="00CB33FE" w:rsidRDefault="00B9640F" w:rsidP="00CB33F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86" w:type="dxa"/>
            <w:vAlign w:val="center"/>
          </w:tcPr>
          <w:p w:rsidR="00B9640F" w:rsidRPr="00CB33FE" w:rsidRDefault="00B9640F" w:rsidP="00CB33F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B33FE">
              <w:rPr>
                <w:rFonts w:ascii="Times New Roman" w:hAnsi="Times New Roman"/>
                <w:sz w:val="26"/>
                <w:szCs w:val="26"/>
              </w:rPr>
              <w:t>23:15:0203000</w:t>
            </w:r>
          </w:p>
        </w:tc>
        <w:tc>
          <w:tcPr>
            <w:tcW w:w="6995" w:type="dxa"/>
            <w:vAlign w:val="center"/>
          </w:tcPr>
          <w:p w:rsidR="00B9640F" w:rsidRPr="00CB33FE" w:rsidRDefault="00B9640F" w:rsidP="00CB33F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B33FE">
              <w:rPr>
                <w:rFonts w:ascii="Times New Roman" w:hAnsi="Times New Roman"/>
                <w:sz w:val="26"/>
                <w:szCs w:val="26"/>
              </w:rPr>
              <w:t>Краснодарский край, Крымский район</w:t>
            </w:r>
          </w:p>
        </w:tc>
      </w:tr>
      <w:tr w:rsidR="00B9640F" w:rsidRPr="00CB33FE" w:rsidTr="00CB33FE">
        <w:tc>
          <w:tcPr>
            <w:tcW w:w="10364" w:type="dxa"/>
            <w:gridSpan w:val="3"/>
            <w:vAlign w:val="center"/>
          </w:tcPr>
          <w:p w:rsidR="00B9640F" w:rsidRPr="00CB33FE" w:rsidRDefault="00B9640F" w:rsidP="00CB33F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B33FE">
              <w:rPr>
                <w:rFonts w:ascii="Times New Roman" w:hAnsi="Times New Roman"/>
                <w:sz w:val="28"/>
                <w:szCs w:val="28"/>
              </w:rPr>
              <w:t>* согласно общедоступным сведениям публичной кадастровой карты (https://pkk5.rosreestr.ru/)</w:t>
            </w:r>
          </w:p>
        </w:tc>
      </w:tr>
    </w:tbl>
    <w:p w:rsidR="00B9640F" w:rsidRDefault="00B9640F" w:rsidP="002C6541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bookmarkStart w:id="0" w:name="_Hlk59097854"/>
      <w:r w:rsidRPr="002C6541">
        <w:rPr>
          <w:rFonts w:ascii="Times New Roman" w:hAnsi="Times New Roman"/>
          <w:sz w:val="28"/>
          <w:szCs w:val="28"/>
        </w:rPr>
        <w:t>4.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заявления об учете прав на указанные земельные участки (в случае, если права на них не зарегистрированы в Едином государственном реестре недвижимости) можно</w:t>
      </w:r>
      <w:r w:rsidRPr="002C6541">
        <w:rPr>
          <w:rFonts w:ascii="Times New Roman" w:hAnsi="Times New Roman"/>
          <w:sz w:val="28"/>
          <w:szCs w:val="28"/>
          <w:lang w:eastAsia="en-US"/>
        </w:rPr>
        <w:t xml:space="preserve"> в администрации муниципального образования Крымский район, по адресу: 353380, Краснодарский край, г. Крымск, ул. Синева, 13 (кабинет № 2), тел. +7 (861-31) 2-14-08; понедельник – пятница с 8.00 до 17.00, перерыв с 12.00 до 13.00, суббота, воскресенье - выходные дни. </w:t>
      </w:r>
    </w:p>
    <w:p w:rsidR="00B9640F" w:rsidRDefault="00B9640F" w:rsidP="002C6541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2C6541">
        <w:rPr>
          <w:rFonts w:ascii="Times New Roman" w:hAnsi="Times New Roman"/>
          <w:sz w:val="28"/>
          <w:szCs w:val="28"/>
          <w:lang w:eastAsia="en-US"/>
        </w:rPr>
        <w:t>Почтовый адрес и адрес электронной почты для связи с заявителем сервитута: 35</w:t>
      </w:r>
      <w:r>
        <w:rPr>
          <w:rFonts w:ascii="Times New Roman" w:hAnsi="Times New Roman"/>
          <w:sz w:val="28"/>
          <w:szCs w:val="28"/>
          <w:lang w:eastAsia="en-US"/>
        </w:rPr>
        <w:t>3902</w:t>
      </w:r>
      <w:r w:rsidRPr="002C6541">
        <w:rPr>
          <w:rFonts w:ascii="Times New Roman" w:hAnsi="Times New Roman"/>
          <w:sz w:val="28"/>
          <w:szCs w:val="28"/>
          <w:lang w:eastAsia="en-US"/>
        </w:rPr>
        <w:t>, Краснодар</w:t>
      </w:r>
      <w:r>
        <w:rPr>
          <w:rFonts w:ascii="Times New Roman" w:hAnsi="Times New Roman"/>
          <w:sz w:val="28"/>
          <w:szCs w:val="28"/>
          <w:lang w:eastAsia="en-US"/>
        </w:rPr>
        <w:t>ский край</w:t>
      </w:r>
      <w:r w:rsidRPr="002C6541">
        <w:rPr>
          <w:rFonts w:ascii="Times New Roman" w:hAnsi="Times New Roman"/>
          <w:sz w:val="28"/>
          <w:szCs w:val="28"/>
          <w:lang w:eastAsia="en-US"/>
        </w:rPr>
        <w:t xml:space="preserve">, </w:t>
      </w:r>
      <w:r>
        <w:rPr>
          <w:rFonts w:ascii="Times New Roman" w:hAnsi="Times New Roman"/>
          <w:sz w:val="28"/>
          <w:szCs w:val="28"/>
          <w:lang w:eastAsia="en-US"/>
        </w:rPr>
        <w:t>г. Новороссийск, Восточный мол</w:t>
      </w:r>
      <w:r w:rsidRPr="002C6541">
        <w:rPr>
          <w:rFonts w:ascii="Times New Roman" w:hAnsi="Times New Roman"/>
          <w:sz w:val="28"/>
          <w:szCs w:val="28"/>
          <w:lang w:eastAsia="en-US"/>
        </w:rPr>
        <w:t xml:space="preserve">, </w:t>
      </w:r>
      <w:r>
        <w:rPr>
          <w:rFonts w:ascii="Times New Roman" w:hAnsi="Times New Roman"/>
          <w:sz w:val="28"/>
          <w:szCs w:val="28"/>
          <w:lang w:eastAsia="en-US"/>
        </w:rPr>
        <w:t>1</w:t>
      </w:r>
      <w:r w:rsidRPr="002C6541">
        <w:rPr>
          <w:rFonts w:ascii="Times New Roman" w:hAnsi="Times New Roman"/>
          <w:sz w:val="28"/>
          <w:szCs w:val="28"/>
          <w:lang w:eastAsia="en-US"/>
        </w:rPr>
        <w:t>, u</w:t>
      </w:r>
      <w:r>
        <w:rPr>
          <w:rFonts w:ascii="Times New Roman" w:hAnsi="Times New Roman"/>
          <w:sz w:val="28"/>
          <w:szCs w:val="28"/>
          <w:lang w:val="en-US" w:eastAsia="en-US"/>
        </w:rPr>
        <w:t>zes</w:t>
      </w:r>
      <w:r w:rsidRPr="002C6541">
        <w:rPr>
          <w:rFonts w:ascii="Times New Roman" w:hAnsi="Times New Roman"/>
          <w:sz w:val="28"/>
          <w:szCs w:val="28"/>
          <w:lang w:eastAsia="en-US"/>
        </w:rPr>
        <w:t>@</w:t>
      </w:r>
      <w:r>
        <w:rPr>
          <w:rFonts w:ascii="Times New Roman" w:hAnsi="Times New Roman"/>
          <w:sz w:val="28"/>
          <w:szCs w:val="28"/>
          <w:lang w:val="en-US" w:eastAsia="en-US"/>
        </w:rPr>
        <w:t>uzes</w:t>
      </w:r>
      <w:r w:rsidRPr="000A1B73">
        <w:rPr>
          <w:rFonts w:ascii="Times New Roman" w:hAnsi="Times New Roman"/>
          <w:sz w:val="28"/>
          <w:szCs w:val="28"/>
          <w:lang w:eastAsia="en-US"/>
        </w:rPr>
        <w:t>.</w:t>
      </w:r>
      <w:r>
        <w:rPr>
          <w:rFonts w:ascii="Times New Roman" w:hAnsi="Times New Roman"/>
          <w:sz w:val="28"/>
          <w:szCs w:val="28"/>
          <w:lang w:val="en-US" w:eastAsia="en-US"/>
        </w:rPr>
        <w:t>rosseti</w:t>
      </w:r>
      <w:r w:rsidRPr="000A1B73">
        <w:rPr>
          <w:rFonts w:ascii="Times New Roman" w:hAnsi="Times New Roman"/>
          <w:sz w:val="28"/>
          <w:szCs w:val="28"/>
          <w:lang w:eastAsia="en-US"/>
        </w:rPr>
        <w:t>-</w:t>
      </w:r>
      <w:r>
        <w:rPr>
          <w:rFonts w:ascii="Times New Roman" w:hAnsi="Times New Roman"/>
          <w:sz w:val="28"/>
          <w:szCs w:val="28"/>
          <w:lang w:val="en-US" w:eastAsia="en-US"/>
        </w:rPr>
        <w:t>kuban</w:t>
      </w:r>
      <w:r w:rsidRPr="002C6541">
        <w:rPr>
          <w:rFonts w:ascii="Times New Roman" w:hAnsi="Times New Roman"/>
          <w:sz w:val="28"/>
          <w:szCs w:val="28"/>
          <w:lang w:eastAsia="en-US"/>
        </w:rPr>
        <w:t>.ru.</w:t>
      </w:r>
    </w:p>
    <w:p w:rsidR="00B9640F" w:rsidRPr="002C6541" w:rsidRDefault="00B9640F" w:rsidP="002C6541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2C6541">
        <w:rPr>
          <w:rFonts w:ascii="Times New Roman" w:hAnsi="Times New Roman"/>
          <w:sz w:val="28"/>
          <w:szCs w:val="28"/>
          <w:lang w:eastAsia="en-US"/>
        </w:rPr>
        <w:t xml:space="preserve">Заявления об учете прав на земельные участки принимаются в течение 15 дней со дня официального опубликования настоящего сообщения. </w:t>
      </w:r>
    </w:p>
    <w:p w:rsidR="00B9640F" w:rsidRDefault="00B9640F" w:rsidP="002C6541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2C6541">
        <w:rPr>
          <w:rFonts w:ascii="Times New Roman" w:hAnsi="Times New Roman"/>
          <w:sz w:val="28"/>
          <w:szCs w:val="28"/>
          <w:lang w:eastAsia="en-US"/>
        </w:rPr>
        <w:t>Правообладатели земельных участков, в отношении которых и спрашивается публичный сервитут, если их права не зарегистрированы в Едином государственном реестре недвижимости, в течение 15 дней со дня опубликования сообщения могут подать в Администрацию муниципального образования Крымский район заявление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правообладателем земельных участков, в том числе их почтовый адрес и (или) адрес электронной почты.</w:t>
      </w:r>
    </w:p>
    <w:p w:rsidR="00B9640F" w:rsidRDefault="00B9640F" w:rsidP="002C6541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5. Информация о поступившем ходатайстве, а также описание местоположения границ публичного сервитута, размещена на официальном сайте администрации муниципального образования Крымский район в информационно-телекоммуникационной сети «Интернет» (https://krymsk-region.ru/), а также </w:t>
      </w:r>
      <w:r w:rsidRPr="0004261C">
        <w:rPr>
          <w:rFonts w:ascii="Times New Roman" w:hAnsi="Times New Roman"/>
          <w:sz w:val="28"/>
          <w:szCs w:val="28"/>
          <w:lang w:eastAsia="en-US"/>
        </w:rPr>
        <w:t xml:space="preserve">на </w:t>
      </w:r>
      <w:r w:rsidRPr="003647F7">
        <w:rPr>
          <w:rFonts w:ascii="Times New Roman" w:hAnsi="Times New Roman"/>
          <w:sz w:val="28"/>
          <w:szCs w:val="28"/>
        </w:rPr>
        <w:t>официальном сайте администрации Адагумского сельского поселения Крымского района (https://adagum-adm.ru/)</w:t>
      </w:r>
      <w:r>
        <w:rPr>
          <w:rFonts w:ascii="Times New Roman" w:hAnsi="Times New Roman"/>
          <w:sz w:val="28"/>
          <w:szCs w:val="28"/>
        </w:rPr>
        <w:t xml:space="preserve">, </w:t>
      </w:r>
      <w:r w:rsidRPr="003647F7">
        <w:rPr>
          <w:rFonts w:ascii="Times New Roman" w:hAnsi="Times New Roman"/>
          <w:sz w:val="28"/>
          <w:szCs w:val="28"/>
        </w:rPr>
        <w:t>официальном</w:t>
      </w:r>
      <w:r w:rsidRPr="0004261C">
        <w:rPr>
          <w:rFonts w:ascii="Times New Roman" w:hAnsi="Times New Roman"/>
          <w:sz w:val="28"/>
          <w:szCs w:val="28"/>
          <w:lang w:eastAsia="en-US"/>
        </w:rPr>
        <w:t xml:space="preserve"> сайте администрации </w:t>
      </w:r>
      <w:r>
        <w:rPr>
          <w:rFonts w:ascii="Times New Roman" w:hAnsi="Times New Roman"/>
          <w:sz w:val="28"/>
          <w:szCs w:val="28"/>
          <w:lang w:eastAsia="en-US"/>
        </w:rPr>
        <w:t>Варениковского</w:t>
      </w:r>
      <w:r w:rsidRPr="0004261C">
        <w:rPr>
          <w:rFonts w:ascii="Times New Roman" w:hAnsi="Times New Roman"/>
          <w:sz w:val="28"/>
          <w:szCs w:val="28"/>
          <w:lang w:eastAsia="en-US"/>
        </w:rPr>
        <w:t xml:space="preserve"> сельского поселения Крымского района (</w:t>
      </w:r>
      <w:r w:rsidRPr="00A31381">
        <w:rPr>
          <w:rFonts w:ascii="Times New Roman" w:hAnsi="Times New Roman"/>
          <w:sz w:val="28"/>
          <w:szCs w:val="28"/>
          <w:lang w:eastAsia="en-US"/>
        </w:rPr>
        <w:t>https://var-adm.ru/</w:t>
      </w:r>
      <w:r w:rsidRPr="0004261C">
        <w:rPr>
          <w:rFonts w:ascii="Times New Roman" w:hAnsi="Times New Roman"/>
          <w:sz w:val="28"/>
          <w:szCs w:val="28"/>
          <w:lang w:eastAsia="en-US"/>
        </w:rPr>
        <w:t>)</w:t>
      </w:r>
      <w:r>
        <w:rPr>
          <w:rFonts w:ascii="Times New Roman" w:hAnsi="Times New Roman"/>
          <w:sz w:val="28"/>
          <w:szCs w:val="28"/>
          <w:lang w:eastAsia="en-US"/>
        </w:rPr>
        <w:t>.</w:t>
      </w:r>
    </w:p>
    <w:p w:rsidR="00B9640F" w:rsidRDefault="00B9640F" w:rsidP="002C6541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6. Обоснование необходимости установления публичного сервитута: </w:t>
      </w:r>
    </w:p>
    <w:p w:rsidR="00B9640F" w:rsidRPr="0004261C" w:rsidRDefault="00B9640F" w:rsidP="0004261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261C">
        <w:rPr>
          <w:rFonts w:ascii="Times New Roman" w:hAnsi="Times New Roman"/>
          <w:sz w:val="28"/>
          <w:szCs w:val="28"/>
        </w:rPr>
        <w:t xml:space="preserve">копия договора </w:t>
      </w:r>
      <w:r>
        <w:rPr>
          <w:rFonts w:ascii="Times New Roman" w:hAnsi="Times New Roman"/>
          <w:sz w:val="28"/>
          <w:szCs w:val="28"/>
        </w:rPr>
        <w:t xml:space="preserve">технологического присоединения </w:t>
      </w:r>
      <w:r w:rsidRPr="009012DA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3</w:t>
      </w:r>
      <w:r w:rsidRPr="009012DA">
        <w:rPr>
          <w:rFonts w:ascii="Times New Roman" w:hAnsi="Times New Roman"/>
          <w:sz w:val="28"/>
          <w:szCs w:val="28"/>
        </w:rPr>
        <w:t>0.</w:t>
      </w:r>
      <w:r>
        <w:rPr>
          <w:rFonts w:ascii="Times New Roman" w:hAnsi="Times New Roman"/>
          <w:sz w:val="28"/>
          <w:szCs w:val="28"/>
        </w:rPr>
        <w:t>11</w:t>
      </w:r>
      <w:r w:rsidRPr="009012DA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3</w:t>
      </w:r>
      <w:r w:rsidRPr="009012DA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</w:t>
      </w:r>
      <w:r w:rsidRPr="009012DA">
        <w:rPr>
          <w:rFonts w:ascii="Times New Roman" w:hAnsi="Times New Roman"/>
          <w:sz w:val="28"/>
          <w:szCs w:val="28"/>
        </w:rPr>
        <w:t>0103-2</w:t>
      </w:r>
      <w:r>
        <w:rPr>
          <w:rFonts w:ascii="Times New Roman" w:hAnsi="Times New Roman"/>
          <w:sz w:val="28"/>
          <w:szCs w:val="28"/>
        </w:rPr>
        <w:t>3</w:t>
      </w:r>
      <w:r w:rsidRPr="009012D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00856688</w:t>
      </w:r>
      <w:r w:rsidRPr="009012DA">
        <w:rPr>
          <w:rFonts w:ascii="Times New Roman" w:hAnsi="Times New Roman"/>
          <w:sz w:val="28"/>
          <w:szCs w:val="28"/>
        </w:rPr>
        <w:t>-1</w:t>
      </w:r>
      <w:r w:rsidRPr="0004261C">
        <w:rPr>
          <w:rFonts w:ascii="Times New Roman" w:hAnsi="Times New Roman"/>
          <w:sz w:val="28"/>
          <w:szCs w:val="28"/>
        </w:rPr>
        <w:t xml:space="preserve"> об осуществлении технологического присоедин</w:t>
      </w:r>
      <w:r>
        <w:rPr>
          <w:rFonts w:ascii="Times New Roman" w:hAnsi="Times New Roman"/>
          <w:sz w:val="28"/>
          <w:szCs w:val="28"/>
        </w:rPr>
        <w:t>ения потребителя электроэнергии.</w:t>
      </w:r>
    </w:p>
    <w:p w:rsidR="00B9640F" w:rsidRDefault="00B9640F" w:rsidP="002C6541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3E20">
        <w:rPr>
          <w:rFonts w:ascii="Times New Roman" w:hAnsi="Times New Roman"/>
          <w:sz w:val="28"/>
          <w:szCs w:val="28"/>
          <w:lang w:eastAsia="en-US"/>
        </w:rPr>
        <w:t xml:space="preserve">Установление публичного сервитута планируется </w:t>
      </w:r>
      <w:r w:rsidRPr="00521825">
        <w:rPr>
          <w:rFonts w:ascii="Times New Roman" w:hAnsi="Times New Roman"/>
          <w:sz w:val="28"/>
          <w:szCs w:val="28"/>
          <w:lang w:eastAsia="en-US"/>
        </w:rPr>
        <w:t>в целях подключения (технологического присоединения) к сетям инженерно-технического обеспечения по объекту: «</w:t>
      </w:r>
      <w:r w:rsidRPr="005B1EAC">
        <w:rPr>
          <w:rFonts w:ascii="Times New Roman" w:hAnsi="Times New Roman"/>
          <w:sz w:val="28"/>
          <w:szCs w:val="28"/>
          <w:lang w:eastAsia="en-US"/>
        </w:rPr>
        <w:t>п.11515 Реконструкция ВЛ-10 кВ, строительство КТП-10/0,4 кВ, строительство ВЛИ-0,4 кВ Крымский р-он, х. Ак-керменка согласно договору технологического присоединения от 30.11.2023 №20103-23-00856688-1 заявитель ИП Прохоренко А.М.</w:t>
      </w:r>
      <w:r>
        <w:rPr>
          <w:rFonts w:ascii="Times New Roman" w:hAnsi="Times New Roman"/>
          <w:sz w:val="28"/>
          <w:szCs w:val="28"/>
          <w:lang w:eastAsia="en-US"/>
        </w:rPr>
        <w:t>».</w:t>
      </w:r>
    </w:p>
    <w:p w:rsidR="00B9640F" w:rsidRPr="00963E20" w:rsidRDefault="00B9640F" w:rsidP="002C6541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3E20">
        <w:rPr>
          <w:rFonts w:ascii="Times New Roman" w:hAnsi="Times New Roman"/>
          <w:sz w:val="28"/>
          <w:szCs w:val="28"/>
          <w:lang w:eastAsia="en-US"/>
        </w:rPr>
        <w:t>Испрашиваемый срок публичн</w:t>
      </w:r>
      <w:r>
        <w:rPr>
          <w:rFonts w:ascii="Times New Roman" w:hAnsi="Times New Roman"/>
          <w:sz w:val="28"/>
          <w:szCs w:val="28"/>
          <w:lang w:eastAsia="en-US"/>
        </w:rPr>
        <w:t>ого</w:t>
      </w:r>
      <w:r w:rsidRPr="00963E20">
        <w:rPr>
          <w:rFonts w:ascii="Times New Roman" w:hAnsi="Times New Roman"/>
          <w:sz w:val="28"/>
          <w:szCs w:val="28"/>
          <w:lang w:eastAsia="en-US"/>
        </w:rPr>
        <w:t xml:space="preserve"> сервитут</w:t>
      </w:r>
      <w:r>
        <w:rPr>
          <w:rFonts w:ascii="Times New Roman" w:hAnsi="Times New Roman"/>
          <w:sz w:val="28"/>
          <w:szCs w:val="28"/>
          <w:lang w:eastAsia="en-US"/>
        </w:rPr>
        <w:t>а</w:t>
      </w:r>
      <w:r w:rsidRPr="00963E20">
        <w:rPr>
          <w:rFonts w:ascii="Times New Roman" w:hAnsi="Times New Roman"/>
          <w:sz w:val="28"/>
          <w:szCs w:val="28"/>
          <w:lang w:eastAsia="en-US"/>
        </w:rPr>
        <w:t>: 49 лет.</w:t>
      </w:r>
    </w:p>
    <w:bookmarkEnd w:id="0"/>
    <w:p w:rsidR="00B9640F" w:rsidRDefault="00B9640F" w:rsidP="002C6541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7. Правообладатели земельных участков, подавшие заявления по истечении указанного в пункте 4 срока, несут риски невозможности обеспечения их прав в связи с отсутствием информации о таких лицах и их правах на земельные участки. </w:t>
      </w:r>
    </w:p>
    <w:p w:rsidR="00B9640F" w:rsidRPr="00521825" w:rsidRDefault="00B9640F" w:rsidP="005218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sectPr w:rsidR="00B9640F" w:rsidRPr="00521825" w:rsidSect="007919BF">
      <w:pgSz w:w="11906" w:h="16838"/>
      <w:pgMar w:top="1134" w:right="62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21EE"/>
    <w:multiLevelType w:val="hybridMultilevel"/>
    <w:tmpl w:val="0FE413F0"/>
    <w:lvl w:ilvl="0" w:tplc="FC3AF76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48A236E6"/>
    <w:multiLevelType w:val="hybridMultilevel"/>
    <w:tmpl w:val="D074A272"/>
    <w:lvl w:ilvl="0" w:tplc="641C01E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730720FE"/>
    <w:multiLevelType w:val="hybridMultilevel"/>
    <w:tmpl w:val="9648CBF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67EA"/>
    <w:rsid w:val="000033CD"/>
    <w:rsid w:val="00013369"/>
    <w:rsid w:val="00015F60"/>
    <w:rsid w:val="0004261C"/>
    <w:rsid w:val="00053DB4"/>
    <w:rsid w:val="0006451E"/>
    <w:rsid w:val="0006558B"/>
    <w:rsid w:val="000A1B73"/>
    <w:rsid w:val="000C6A1E"/>
    <w:rsid w:val="000E6088"/>
    <w:rsid w:val="000F207A"/>
    <w:rsid w:val="001069B4"/>
    <w:rsid w:val="00117F52"/>
    <w:rsid w:val="00163112"/>
    <w:rsid w:val="001B290C"/>
    <w:rsid w:val="001E5820"/>
    <w:rsid w:val="00210573"/>
    <w:rsid w:val="00210628"/>
    <w:rsid w:val="00252634"/>
    <w:rsid w:val="0025588B"/>
    <w:rsid w:val="00277C7F"/>
    <w:rsid w:val="00281383"/>
    <w:rsid w:val="002B642D"/>
    <w:rsid w:val="002C6541"/>
    <w:rsid w:val="002C7D90"/>
    <w:rsid w:val="002E0BAF"/>
    <w:rsid w:val="002E67EA"/>
    <w:rsid w:val="002F58B6"/>
    <w:rsid w:val="00316A73"/>
    <w:rsid w:val="00320277"/>
    <w:rsid w:val="00326A8F"/>
    <w:rsid w:val="003647F7"/>
    <w:rsid w:val="003916C0"/>
    <w:rsid w:val="003A4886"/>
    <w:rsid w:val="003C5FFD"/>
    <w:rsid w:val="003F3D4D"/>
    <w:rsid w:val="003F3EEC"/>
    <w:rsid w:val="004237EE"/>
    <w:rsid w:val="00437848"/>
    <w:rsid w:val="004564D5"/>
    <w:rsid w:val="00491619"/>
    <w:rsid w:val="004A01DC"/>
    <w:rsid w:val="004B4FFF"/>
    <w:rsid w:val="004C6F3E"/>
    <w:rsid w:val="004D7B1D"/>
    <w:rsid w:val="004E145B"/>
    <w:rsid w:val="00521825"/>
    <w:rsid w:val="00537C13"/>
    <w:rsid w:val="0058226F"/>
    <w:rsid w:val="005917E9"/>
    <w:rsid w:val="005B1EAC"/>
    <w:rsid w:val="005E3777"/>
    <w:rsid w:val="005F2C04"/>
    <w:rsid w:val="00614CBA"/>
    <w:rsid w:val="006238EC"/>
    <w:rsid w:val="0064585F"/>
    <w:rsid w:val="00651C39"/>
    <w:rsid w:val="00657F0C"/>
    <w:rsid w:val="00674514"/>
    <w:rsid w:val="0068429D"/>
    <w:rsid w:val="006B0351"/>
    <w:rsid w:val="006E3343"/>
    <w:rsid w:val="00713212"/>
    <w:rsid w:val="00720D16"/>
    <w:rsid w:val="007230F3"/>
    <w:rsid w:val="00731F0E"/>
    <w:rsid w:val="00734390"/>
    <w:rsid w:val="0074171A"/>
    <w:rsid w:val="00742AF9"/>
    <w:rsid w:val="007919BF"/>
    <w:rsid w:val="007A03B2"/>
    <w:rsid w:val="007A535A"/>
    <w:rsid w:val="00807173"/>
    <w:rsid w:val="0083175F"/>
    <w:rsid w:val="0085785A"/>
    <w:rsid w:val="00866817"/>
    <w:rsid w:val="008A0E46"/>
    <w:rsid w:val="008A1E58"/>
    <w:rsid w:val="008C2E90"/>
    <w:rsid w:val="008C6316"/>
    <w:rsid w:val="008D595A"/>
    <w:rsid w:val="009012DA"/>
    <w:rsid w:val="0090422D"/>
    <w:rsid w:val="009137A5"/>
    <w:rsid w:val="0092695D"/>
    <w:rsid w:val="009617D2"/>
    <w:rsid w:val="00963E20"/>
    <w:rsid w:val="009715F0"/>
    <w:rsid w:val="00972AD0"/>
    <w:rsid w:val="00981B70"/>
    <w:rsid w:val="0099671F"/>
    <w:rsid w:val="009B29A9"/>
    <w:rsid w:val="009F00FD"/>
    <w:rsid w:val="009F04AB"/>
    <w:rsid w:val="009F2020"/>
    <w:rsid w:val="00A31381"/>
    <w:rsid w:val="00A4718D"/>
    <w:rsid w:val="00A61E51"/>
    <w:rsid w:val="00A84A6B"/>
    <w:rsid w:val="00AB7AEB"/>
    <w:rsid w:val="00AC203C"/>
    <w:rsid w:val="00AC7756"/>
    <w:rsid w:val="00B16A25"/>
    <w:rsid w:val="00B44F7B"/>
    <w:rsid w:val="00B84456"/>
    <w:rsid w:val="00B9640F"/>
    <w:rsid w:val="00BE48CD"/>
    <w:rsid w:val="00BF1CB0"/>
    <w:rsid w:val="00C008AC"/>
    <w:rsid w:val="00C21E40"/>
    <w:rsid w:val="00C64622"/>
    <w:rsid w:val="00C85879"/>
    <w:rsid w:val="00CA180C"/>
    <w:rsid w:val="00CA435F"/>
    <w:rsid w:val="00CB33FE"/>
    <w:rsid w:val="00CB4DE1"/>
    <w:rsid w:val="00CC4115"/>
    <w:rsid w:val="00D71561"/>
    <w:rsid w:val="00D745C3"/>
    <w:rsid w:val="00D75307"/>
    <w:rsid w:val="00D76199"/>
    <w:rsid w:val="00DA1F48"/>
    <w:rsid w:val="00DC197B"/>
    <w:rsid w:val="00DE796D"/>
    <w:rsid w:val="00DF2328"/>
    <w:rsid w:val="00E445F2"/>
    <w:rsid w:val="00E643F7"/>
    <w:rsid w:val="00E87905"/>
    <w:rsid w:val="00EA6A2B"/>
    <w:rsid w:val="00EC0E83"/>
    <w:rsid w:val="00EF2F1A"/>
    <w:rsid w:val="00EF3264"/>
    <w:rsid w:val="00F47960"/>
    <w:rsid w:val="00F7415E"/>
    <w:rsid w:val="00F855AB"/>
    <w:rsid w:val="00FC6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316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2E67E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6238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rsid w:val="003C5FFD"/>
    <w:rPr>
      <w:rFonts w:cs="Times New Roman"/>
      <w:color w:val="0563C1"/>
      <w:u w:val="single"/>
    </w:rPr>
  </w:style>
  <w:style w:type="character" w:customStyle="1" w:styleId="1">
    <w:name w:val="Неразрешенное упоминание1"/>
    <w:basedOn w:val="DefaultParagraphFont"/>
    <w:uiPriority w:val="99"/>
    <w:semiHidden/>
    <w:rsid w:val="003C5FFD"/>
    <w:rPr>
      <w:rFonts w:cs="Times New Roman"/>
      <w:color w:val="605E5C"/>
      <w:shd w:val="clear" w:color="auto" w:fill="E1DFDD"/>
    </w:rPr>
  </w:style>
  <w:style w:type="paragraph" w:styleId="NoSpacing">
    <w:name w:val="No Spacing"/>
    <w:uiPriority w:val="99"/>
    <w:qFormat/>
    <w:rsid w:val="00614CBA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14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14CB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A84A6B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table" w:styleId="TableGrid">
    <w:name w:val="Table Grid"/>
    <w:basedOn w:val="TableNormal"/>
    <w:uiPriority w:val="99"/>
    <w:rsid w:val="00A84A6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910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0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0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0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0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0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0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0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0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0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91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91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0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658</Words>
  <Characters>3757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</dc:title>
  <dc:subject/>
  <dc:creator>STK-8</dc:creator>
  <cp:keywords/>
  <dc:description/>
  <cp:lastModifiedBy>Пользователь</cp:lastModifiedBy>
  <cp:revision>2</cp:revision>
  <dcterms:created xsi:type="dcterms:W3CDTF">2025-05-20T08:00:00Z</dcterms:created>
  <dcterms:modified xsi:type="dcterms:W3CDTF">2025-05-20T08:00:00Z</dcterms:modified>
</cp:coreProperties>
</file>